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46" w:rsidRPr="006E0E7B" w:rsidRDefault="00204C46">
      <w:pPr>
        <w:rPr>
          <w:rFonts w:ascii="Calibri" w:hAnsi="Calibri"/>
          <w:sz w:val="22"/>
          <w:szCs w:val="22"/>
        </w:rPr>
      </w:pPr>
    </w:p>
    <w:p w:rsidR="00A430E0" w:rsidRPr="00EA4138" w:rsidRDefault="00D36DE3" w:rsidP="00186E82">
      <w:pPr>
        <w:jc w:val="center"/>
        <w:rPr>
          <w:rFonts w:ascii="Calibri" w:hAnsi="Calibri" w:cs="Calibri"/>
          <w:b/>
          <w:sz w:val="22"/>
          <w:szCs w:val="22"/>
        </w:rPr>
      </w:pPr>
      <w:r w:rsidRPr="00EA4138">
        <w:rPr>
          <w:rFonts w:ascii="Calibri" w:hAnsi="Calibri" w:cs="Calibri"/>
          <w:b/>
          <w:sz w:val="22"/>
          <w:szCs w:val="22"/>
        </w:rPr>
        <w:t xml:space="preserve">MODULO CANDIDATURA SCUOLA POLO </w:t>
      </w:r>
    </w:p>
    <w:p w:rsidR="003B63CC" w:rsidRPr="00EA4138" w:rsidRDefault="003B63CC" w:rsidP="00D36DE3">
      <w:pPr>
        <w:jc w:val="center"/>
        <w:rPr>
          <w:rFonts w:ascii="Calibri" w:hAnsi="Calibri" w:cs="Calibri"/>
          <w:b/>
          <w:sz w:val="22"/>
          <w:szCs w:val="22"/>
        </w:rPr>
      </w:pPr>
    </w:p>
    <w:p w:rsidR="009970AD" w:rsidRPr="00EA4138" w:rsidRDefault="009970AD" w:rsidP="003B63CC">
      <w:pPr>
        <w:widowControl/>
        <w:overflowPunct/>
        <w:jc w:val="center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EA4138">
        <w:rPr>
          <w:rFonts w:ascii="Calibri" w:hAnsi="Calibri" w:cs="Calibri"/>
          <w:b/>
          <w:bCs/>
          <w:sz w:val="22"/>
          <w:szCs w:val="22"/>
        </w:rPr>
        <w:t xml:space="preserve">DM </w:t>
      </w:r>
      <w:r w:rsidR="00C47D2F">
        <w:rPr>
          <w:rFonts w:ascii="Calibri" w:hAnsi="Calibri" w:cs="Calibri"/>
          <w:b/>
          <w:bCs/>
          <w:sz w:val="22"/>
          <w:szCs w:val="22"/>
        </w:rPr>
        <w:t>721 del 14 novembre 2018</w:t>
      </w:r>
      <w:r w:rsidRPr="00EA4138">
        <w:rPr>
          <w:rFonts w:ascii="Calibri" w:hAnsi="Calibri" w:cs="Calibri"/>
          <w:b/>
          <w:bCs/>
          <w:sz w:val="22"/>
          <w:szCs w:val="22"/>
        </w:rPr>
        <w:t xml:space="preserve"> art.</w:t>
      </w:r>
      <w:r w:rsidR="00C47D2F">
        <w:rPr>
          <w:rFonts w:ascii="Calibri" w:hAnsi="Calibri" w:cs="Calibri"/>
          <w:b/>
          <w:bCs/>
          <w:sz w:val="22"/>
          <w:szCs w:val="22"/>
        </w:rPr>
        <w:t>5</w:t>
      </w:r>
    </w:p>
    <w:p w:rsidR="009970AD" w:rsidRPr="00EA4138" w:rsidRDefault="009970AD" w:rsidP="003B63CC">
      <w:pPr>
        <w:widowControl/>
        <w:overflowPunct/>
        <w:jc w:val="center"/>
        <w:textAlignment w:val="auto"/>
        <w:rPr>
          <w:rFonts w:ascii="Calibri" w:hAnsi="Calibri" w:cs="Calibri"/>
          <w:b/>
          <w:color w:val="000000"/>
          <w:sz w:val="22"/>
          <w:szCs w:val="22"/>
        </w:rPr>
      </w:pPr>
    </w:p>
    <w:p w:rsidR="009970AD" w:rsidRPr="00EA4138" w:rsidRDefault="004267C7" w:rsidP="003B63CC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Calibri" w:hAnsi="Calibri" w:cs="Calibri"/>
          <w:b/>
          <w:iCs/>
          <w:sz w:val="22"/>
          <w:szCs w:val="22"/>
        </w:rPr>
      </w:pPr>
      <w:r w:rsidRPr="00EA4138">
        <w:rPr>
          <w:rFonts w:ascii="Calibri" w:hAnsi="Calibri" w:cs="Calibri"/>
          <w:b/>
          <w:iCs/>
          <w:sz w:val="22"/>
          <w:szCs w:val="22"/>
        </w:rPr>
        <w:t>“</w:t>
      </w:r>
      <w:r w:rsidR="00EA4138" w:rsidRPr="00EA4138">
        <w:rPr>
          <w:rFonts w:ascii="Calibri" w:hAnsi="Calibri" w:cs="Calibri"/>
          <w:b/>
          <w:iCs/>
          <w:sz w:val="22"/>
          <w:szCs w:val="22"/>
        </w:rPr>
        <w:t>Campionati S</w:t>
      </w:r>
      <w:r w:rsidR="00CA4AC1" w:rsidRPr="00EA4138">
        <w:rPr>
          <w:rFonts w:ascii="Calibri" w:hAnsi="Calibri" w:cs="Calibri"/>
          <w:b/>
          <w:iCs/>
          <w:sz w:val="22"/>
          <w:szCs w:val="22"/>
        </w:rPr>
        <w:t>tudenteschi</w:t>
      </w:r>
      <w:r w:rsidRPr="00EA4138">
        <w:rPr>
          <w:rFonts w:ascii="Calibri" w:hAnsi="Calibri" w:cs="Calibri"/>
          <w:b/>
          <w:iCs/>
          <w:sz w:val="22"/>
          <w:szCs w:val="22"/>
        </w:rPr>
        <w:t>”</w:t>
      </w:r>
      <w:r w:rsidR="009970AD" w:rsidRPr="00EA4138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:rsidR="002D19C6" w:rsidRPr="002D19C6" w:rsidRDefault="003B63CC" w:rsidP="002D19C6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Calibri" w:hAnsi="Calibri" w:cs="Calibri"/>
          <w:b/>
          <w:bCs/>
          <w:color w:val="0000FF"/>
          <w:sz w:val="22"/>
          <w:szCs w:val="22"/>
          <w:u w:val="single"/>
        </w:rPr>
      </w:pPr>
      <w:r w:rsidRPr="00EA4138">
        <w:rPr>
          <w:rFonts w:ascii="Calibri" w:eastAsia="Calibri" w:hAnsi="Calibri" w:cs="Calibri"/>
          <w:sz w:val="22"/>
          <w:szCs w:val="22"/>
          <w:lang w:eastAsia="en-US"/>
        </w:rPr>
        <w:t xml:space="preserve">Da inviare all’indirizzo  : </w:t>
      </w:r>
      <w:hyperlink r:id="rId8" w:history="1">
        <w:r w:rsidRPr="00EA4138">
          <w:rPr>
            <w:rFonts w:ascii="Calibri" w:hAnsi="Calibri" w:cs="Calibri"/>
            <w:b/>
            <w:bCs/>
            <w:color w:val="0000FF"/>
            <w:sz w:val="22"/>
            <w:szCs w:val="22"/>
            <w:u w:val="single"/>
          </w:rPr>
          <w:t>drma@postacert.istruzione.it</w:t>
        </w:r>
      </w:hyperlink>
    </w:p>
    <w:p w:rsidR="003B63CC" w:rsidRPr="00EA4138" w:rsidRDefault="003B63CC" w:rsidP="003B63CC">
      <w:pPr>
        <w:widowControl/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413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entro e non oltre </w:t>
      </w:r>
      <w:r w:rsidR="009970AD" w:rsidRPr="00EA413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le ore </w:t>
      </w:r>
      <w:r w:rsidR="00883CA8">
        <w:rPr>
          <w:rFonts w:ascii="Calibri" w:eastAsia="Calibri" w:hAnsi="Calibri" w:cs="Calibri"/>
          <w:b/>
          <w:sz w:val="22"/>
          <w:szCs w:val="22"/>
          <w:lang w:eastAsia="en-US"/>
        </w:rPr>
        <w:t>14:00</w:t>
      </w:r>
      <w:r w:rsidR="009970AD" w:rsidRPr="00EA413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del</w:t>
      </w:r>
      <w:r w:rsidR="00844C4E">
        <w:rPr>
          <w:rFonts w:ascii="Calibri" w:eastAsia="Calibri" w:hAnsi="Calibri" w:cs="Calibri"/>
          <w:b/>
          <w:sz w:val="22"/>
          <w:szCs w:val="22"/>
          <w:lang w:eastAsia="en-US"/>
        </w:rPr>
        <w:t>l’</w:t>
      </w:r>
      <w:bookmarkStart w:id="0" w:name="_GoBack"/>
      <w:bookmarkEnd w:id="0"/>
      <w:r w:rsidR="009970AD" w:rsidRPr="00EA413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844C4E">
        <w:rPr>
          <w:rFonts w:ascii="Calibri" w:eastAsia="Calibri" w:hAnsi="Calibri" w:cs="Calibri"/>
          <w:b/>
          <w:sz w:val="22"/>
          <w:szCs w:val="22"/>
          <w:lang w:eastAsia="en-US"/>
        </w:rPr>
        <w:t>8</w:t>
      </w:r>
      <w:r w:rsidR="004267C7" w:rsidRPr="00EA413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C86500">
        <w:rPr>
          <w:rFonts w:ascii="Calibri" w:eastAsia="Calibri" w:hAnsi="Calibri" w:cs="Calibri"/>
          <w:b/>
          <w:sz w:val="22"/>
          <w:szCs w:val="22"/>
          <w:lang w:eastAsia="en-US"/>
        </w:rPr>
        <w:t>Marzo</w:t>
      </w:r>
      <w:r w:rsidR="00C47D2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2019</w:t>
      </w:r>
    </w:p>
    <w:p w:rsidR="00DF08F5" w:rsidRDefault="00DF08F5" w:rsidP="00230B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overflowPunct/>
        <w:textAlignment w:val="auto"/>
        <w:rPr>
          <w:rFonts w:ascii="Calibri" w:hAnsi="Calibri"/>
          <w:sz w:val="22"/>
          <w:szCs w:val="22"/>
        </w:rPr>
      </w:pPr>
    </w:p>
    <w:p w:rsidR="00280ABF" w:rsidRDefault="00280ABF" w:rsidP="00230B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overflowPunct/>
        <w:textAlignment w:val="auto"/>
        <w:rPr>
          <w:rFonts w:ascii="Calibri" w:hAnsi="Calibri"/>
          <w:sz w:val="22"/>
          <w:szCs w:val="22"/>
        </w:rPr>
      </w:pPr>
    </w:p>
    <w:p w:rsidR="00280ABF" w:rsidRPr="006E0E7B" w:rsidRDefault="00280ABF" w:rsidP="00230B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overflowPunct/>
        <w:textAlignment w:val="auto"/>
        <w:rPr>
          <w:rFonts w:ascii="Calibri" w:hAnsi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2268"/>
        <w:gridCol w:w="851"/>
        <w:gridCol w:w="992"/>
        <w:gridCol w:w="992"/>
        <w:gridCol w:w="1660"/>
      </w:tblGrid>
      <w:tr w:rsidR="00230B8D" w:rsidRPr="00EA4138" w:rsidTr="00BD6F53">
        <w:trPr>
          <w:trHeight w:val="469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Istituzione Scolastica  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Codice Meccanografico  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Comune </w:t>
            </w:r>
          </w:p>
        </w:tc>
        <w:tc>
          <w:tcPr>
            <w:tcW w:w="4111" w:type="dxa"/>
            <w:gridSpan w:val="3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Prov.</w:t>
            </w:r>
          </w:p>
        </w:tc>
        <w:tc>
          <w:tcPr>
            <w:tcW w:w="1660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Dirigente scolastico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Codice fiscale  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D36DE3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Conto di T</w:t>
            </w:r>
            <w:r w:rsidR="00230B8D"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esoreria  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D36DE3" w:rsidRPr="00EA4138" w:rsidTr="00406EB2">
        <w:trPr>
          <w:trHeight w:val="340"/>
        </w:trPr>
        <w:tc>
          <w:tcPr>
            <w:tcW w:w="2977" w:type="dxa"/>
            <w:vAlign w:val="center"/>
          </w:tcPr>
          <w:p w:rsidR="00D36DE3" w:rsidRPr="00EA4138" w:rsidRDefault="00D36DE3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Codice di Tesoreria</w:t>
            </w:r>
          </w:p>
        </w:tc>
        <w:tc>
          <w:tcPr>
            <w:tcW w:w="6763" w:type="dxa"/>
            <w:gridSpan w:val="5"/>
            <w:vAlign w:val="center"/>
          </w:tcPr>
          <w:p w:rsidR="00D36DE3" w:rsidRPr="00EA4138" w:rsidRDefault="00D36DE3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406EB2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Recapiti </w:t>
            </w:r>
          </w:p>
        </w:tc>
        <w:tc>
          <w:tcPr>
            <w:tcW w:w="6763" w:type="dxa"/>
            <w:gridSpan w:val="5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230B8D" w:rsidRPr="00EA4138" w:rsidTr="00280ABF">
        <w:trPr>
          <w:trHeight w:val="340"/>
        </w:trPr>
        <w:tc>
          <w:tcPr>
            <w:tcW w:w="2977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Tel.</w:t>
            </w:r>
          </w:p>
        </w:tc>
        <w:tc>
          <w:tcPr>
            <w:tcW w:w="2268" w:type="dxa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230B8D" w:rsidRPr="00EA4138" w:rsidRDefault="00280ABF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 xml:space="preserve">E-mail </w:t>
            </w:r>
          </w:p>
        </w:tc>
        <w:tc>
          <w:tcPr>
            <w:tcW w:w="3644" w:type="dxa"/>
            <w:gridSpan w:val="3"/>
            <w:vAlign w:val="center"/>
          </w:tcPr>
          <w:p w:rsidR="00230B8D" w:rsidRPr="00EA4138" w:rsidRDefault="00230B8D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  <w:tr w:rsidR="003B1F59" w:rsidRPr="00EA4138" w:rsidTr="00406EB2">
        <w:trPr>
          <w:trHeight w:val="340"/>
        </w:trPr>
        <w:tc>
          <w:tcPr>
            <w:tcW w:w="2977" w:type="dxa"/>
            <w:vAlign w:val="center"/>
          </w:tcPr>
          <w:p w:rsidR="003B1F59" w:rsidRPr="00EA4138" w:rsidRDefault="003B1F59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EA4138">
              <w:rPr>
                <w:rFonts w:ascii="Calibri" w:eastAsia="Arial Unicode MS" w:hAnsi="Calibri" w:cs="Calibri"/>
                <w:sz w:val="22"/>
                <w:szCs w:val="22"/>
              </w:rPr>
              <w:t>PEC</w:t>
            </w:r>
          </w:p>
        </w:tc>
        <w:tc>
          <w:tcPr>
            <w:tcW w:w="6763" w:type="dxa"/>
            <w:gridSpan w:val="5"/>
            <w:vAlign w:val="center"/>
          </w:tcPr>
          <w:p w:rsidR="003B1F59" w:rsidRPr="00EA4138" w:rsidRDefault="003B1F59" w:rsidP="00BD6F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spacing w:before="240" w:line="480" w:lineRule="auto"/>
              <w:textAlignment w:val="auto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</w:tr>
    </w:tbl>
    <w:p w:rsidR="00B84B51" w:rsidRPr="00BD6F53" w:rsidRDefault="00B84B51" w:rsidP="00BD6F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overflowPunct/>
        <w:spacing w:before="240"/>
        <w:textAlignment w:val="auto"/>
        <w:rPr>
          <w:rFonts w:ascii="Calibri" w:eastAsia="Arial Unicode MS" w:hAnsi="Calibri" w:cs="Calibri"/>
          <w:sz w:val="22"/>
          <w:szCs w:val="22"/>
        </w:rPr>
      </w:pPr>
    </w:p>
    <w:p w:rsidR="006D4A07" w:rsidRDefault="00B84B51" w:rsidP="006D4A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overflowPunct/>
        <w:jc w:val="center"/>
        <w:textAlignment w:val="auto"/>
        <w:rPr>
          <w:rFonts w:ascii="Calibri" w:hAnsi="Calibri"/>
          <w:b/>
          <w:bCs/>
          <w:sz w:val="22"/>
          <w:szCs w:val="22"/>
        </w:rPr>
      </w:pPr>
      <w:r w:rsidRPr="006E0E7B">
        <w:rPr>
          <w:rFonts w:ascii="Calibri" w:hAnsi="Calibri"/>
          <w:sz w:val="22"/>
          <w:szCs w:val="22"/>
        </w:rPr>
        <w:br w:type="page"/>
      </w:r>
      <w:r w:rsidR="007B429A">
        <w:rPr>
          <w:rFonts w:ascii="Calibri" w:hAnsi="Calibri"/>
          <w:b/>
          <w:bCs/>
          <w:sz w:val="22"/>
          <w:szCs w:val="22"/>
        </w:rPr>
        <w:lastRenderedPageBreak/>
        <w:t>Piano delle a</w:t>
      </w:r>
      <w:r w:rsidR="007B429A" w:rsidRPr="007B429A">
        <w:rPr>
          <w:rFonts w:ascii="Calibri" w:hAnsi="Calibri"/>
          <w:b/>
          <w:bCs/>
          <w:sz w:val="22"/>
          <w:szCs w:val="22"/>
        </w:rPr>
        <w:t xml:space="preserve">ttività di </w:t>
      </w:r>
      <w:r w:rsidR="00BD6F53">
        <w:rPr>
          <w:rFonts w:ascii="Calibri" w:hAnsi="Calibri"/>
          <w:b/>
          <w:bCs/>
          <w:sz w:val="22"/>
          <w:szCs w:val="22"/>
        </w:rPr>
        <w:t>organizzazione e promozione delle fasi provinciali e regionali</w:t>
      </w:r>
    </w:p>
    <w:p w:rsidR="00234287" w:rsidRDefault="00BD6F53" w:rsidP="006D4A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overflowPunct/>
        <w:jc w:val="center"/>
        <w:textAlignment w:val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dei Campionati Studenteschi</w:t>
      </w:r>
      <w:r w:rsidR="007B429A" w:rsidRPr="007B429A">
        <w:rPr>
          <w:rFonts w:ascii="Calibri" w:hAnsi="Calibri"/>
          <w:b/>
          <w:bCs/>
          <w:sz w:val="22"/>
          <w:szCs w:val="22"/>
        </w:rPr>
        <w:t xml:space="preserve"> </w:t>
      </w:r>
    </w:p>
    <w:p w:rsidR="00CA4AC1" w:rsidRPr="006E0E7B" w:rsidRDefault="00CA4AC1" w:rsidP="00B118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overflowPunct/>
        <w:textAlignment w:val="auto"/>
        <w:rPr>
          <w:rFonts w:ascii="Calibri" w:hAnsi="Calibri"/>
          <w:smallCaps/>
          <w:sz w:val="22"/>
          <w:szCs w:val="22"/>
        </w:rPr>
      </w:pPr>
    </w:p>
    <w:tbl>
      <w:tblPr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6219"/>
      </w:tblGrid>
      <w:tr w:rsidR="00037CB3" w:rsidRPr="00AC0AE8" w:rsidTr="00037CB3">
        <w:tc>
          <w:tcPr>
            <w:tcW w:w="1613" w:type="pct"/>
            <w:shd w:val="clear" w:color="auto" w:fill="auto"/>
          </w:tcPr>
          <w:p w:rsidR="00037CB3" w:rsidRPr="00AC0AE8" w:rsidRDefault="00037CB3" w:rsidP="00AC0AE8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  <w:r w:rsidRPr="00AC0AE8">
              <w:rPr>
                <w:rFonts w:ascii="Calibri" w:hAnsi="Calibri"/>
                <w:smallCaps/>
                <w:sz w:val="22"/>
                <w:szCs w:val="22"/>
              </w:rPr>
              <w:t>INDICATORI</w:t>
            </w:r>
          </w:p>
        </w:tc>
        <w:tc>
          <w:tcPr>
            <w:tcW w:w="3387" w:type="pct"/>
            <w:shd w:val="clear" w:color="auto" w:fill="auto"/>
          </w:tcPr>
          <w:p w:rsidR="00037CB3" w:rsidRPr="00AC0AE8" w:rsidRDefault="00037CB3" w:rsidP="00AC0AE8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  <w:r w:rsidRPr="00AC0AE8">
              <w:rPr>
                <w:rFonts w:ascii="Calibri" w:hAnsi="Calibri"/>
                <w:smallCaps/>
                <w:sz w:val="22"/>
                <w:szCs w:val="22"/>
              </w:rPr>
              <w:t>SINTETICA DESCRIZIONE</w:t>
            </w:r>
          </w:p>
        </w:tc>
      </w:tr>
      <w:tr w:rsidR="00037CB3" w:rsidRPr="00AC0AE8" w:rsidTr="00635A4C">
        <w:tc>
          <w:tcPr>
            <w:tcW w:w="1613" w:type="pct"/>
            <w:shd w:val="clear" w:color="auto" w:fill="auto"/>
            <w:vAlign w:val="center"/>
          </w:tcPr>
          <w:p w:rsidR="00037CB3" w:rsidRPr="00AC0AE8" w:rsidRDefault="00635A4C" w:rsidP="00635A4C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  <w:r>
              <w:rPr>
                <w:rFonts w:ascii="Calibri" w:hAnsi="Calibri"/>
                <w:smallCaps/>
                <w:sz w:val="22"/>
                <w:szCs w:val="22"/>
              </w:rPr>
              <w:t>PREGRESSE ESPERIENZE IN COERENZA CON IL BANDO</w:t>
            </w:r>
          </w:p>
        </w:tc>
        <w:tc>
          <w:tcPr>
            <w:tcW w:w="3387" w:type="pct"/>
            <w:shd w:val="clear" w:color="auto" w:fill="auto"/>
          </w:tcPr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Pr="00AC0AE8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</w:tc>
      </w:tr>
      <w:tr w:rsidR="00037CB3" w:rsidRPr="00AC0AE8" w:rsidTr="00635A4C">
        <w:tc>
          <w:tcPr>
            <w:tcW w:w="1613" w:type="pct"/>
            <w:shd w:val="clear" w:color="auto" w:fill="auto"/>
            <w:vAlign w:val="center"/>
          </w:tcPr>
          <w:p w:rsidR="00037CB3" w:rsidRPr="00AC0AE8" w:rsidRDefault="00635A4C" w:rsidP="001D402F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  <w:r>
              <w:rPr>
                <w:rFonts w:ascii="Calibri" w:hAnsi="Calibri"/>
                <w:smallCaps/>
                <w:sz w:val="22"/>
                <w:szCs w:val="22"/>
              </w:rPr>
              <w:t xml:space="preserve">PROPOSTA </w:t>
            </w:r>
            <w:r w:rsidR="001D402F">
              <w:rPr>
                <w:rFonts w:ascii="Calibri" w:hAnsi="Calibri"/>
                <w:smallCaps/>
                <w:sz w:val="22"/>
                <w:szCs w:val="22"/>
              </w:rPr>
              <w:t xml:space="preserve">PROGRAMMATICA e </w:t>
            </w:r>
            <w:r>
              <w:rPr>
                <w:rFonts w:ascii="Calibri" w:hAnsi="Calibri"/>
                <w:smallCaps/>
                <w:sz w:val="22"/>
                <w:szCs w:val="22"/>
              </w:rPr>
              <w:t>PROGETTUALE</w:t>
            </w:r>
          </w:p>
        </w:tc>
        <w:tc>
          <w:tcPr>
            <w:tcW w:w="3387" w:type="pct"/>
            <w:shd w:val="clear" w:color="auto" w:fill="auto"/>
          </w:tcPr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  <w:p w:rsidR="00037CB3" w:rsidRPr="00AC0AE8" w:rsidRDefault="00037CB3" w:rsidP="00AC0AE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mallCaps/>
                <w:sz w:val="22"/>
                <w:szCs w:val="22"/>
              </w:rPr>
            </w:pPr>
          </w:p>
        </w:tc>
      </w:tr>
    </w:tbl>
    <w:p w:rsidR="00A92148" w:rsidRPr="007B429A" w:rsidRDefault="0050226F" w:rsidP="007B429A">
      <w:pPr>
        <w:widowControl/>
        <w:tabs>
          <w:tab w:val="left" w:pos="7980"/>
        </w:tabs>
        <w:overflowPunct/>
        <w:autoSpaceDE/>
        <w:autoSpaceDN/>
        <w:adjustRightInd/>
        <w:textAlignment w:val="auto"/>
        <w:rPr>
          <w:rFonts w:ascii="Calibri" w:hAnsi="Calibri"/>
          <w:smallCaps/>
          <w:sz w:val="22"/>
          <w:szCs w:val="22"/>
        </w:rPr>
      </w:pPr>
      <w:r>
        <w:rPr>
          <w:rFonts w:ascii="Calibri" w:hAnsi="Calibri"/>
          <w:smallCaps/>
          <w:sz w:val="22"/>
          <w:szCs w:val="22"/>
        </w:rPr>
        <w:tab/>
      </w:r>
    </w:p>
    <w:p w:rsidR="006A62F4" w:rsidRDefault="006A62F4" w:rsidP="006A62F4">
      <w:pPr>
        <w:rPr>
          <w:rFonts w:ascii="Calibri" w:eastAsia="Calibri" w:hAnsi="Calibri"/>
          <w:b/>
          <w:color w:val="000000"/>
          <w:sz w:val="22"/>
          <w:szCs w:val="22"/>
        </w:rPr>
      </w:pPr>
    </w:p>
    <w:p w:rsidR="0050226F" w:rsidRPr="0050226F" w:rsidRDefault="0050226F" w:rsidP="0050226F">
      <w:pPr>
        <w:widowControl/>
        <w:overflowPunct/>
        <w:autoSpaceDE/>
        <w:autoSpaceDN/>
        <w:adjustRightInd/>
        <w:textAlignment w:val="auto"/>
        <w:rPr>
          <w:rFonts w:ascii="Calibri" w:eastAsia="Calibri" w:hAnsi="Calibri"/>
          <w:b/>
          <w:color w:val="000000"/>
          <w:sz w:val="22"/>
          <w:szCs w:val="22"/>
        </w:rPr>
      </w:pPr>
    </w:p>
    <w:p w:rsidR="00230B8D" w:rsidRPr="006E0E7B" w:rsidRDefault="00230B8D" w:rsidP="006E0E7B">
      <w:pPr>
        <w:widowControl/>
        <w:overflowPunct/>
        <w:autoSpaceDE/>
        <w:autoSpaceDN/>
        <w:adjustRightInd/>
        <w:jc w:val="both"/>
        <w:textAlignment w:val="auto"/>
        <w:rPr>
          <w:rFonts w:ascii="Calibri" w:hAnsi="Calibri"/>
          <w:sz w:val="22"/>
          <w:szCs w:val="22"/>
        </w:rPr>
      </w:pPr>
      <w:r w:rsidRPr="006E0E7B">
        <w:rPr>
          <w:rFonts w:ascii="Calibri" w:hAnsi="Calibri"/>
          <w:sz w:val="22"/>
          <w:szCs w:val="22"/>
        </w:rPr>
        <w:t>Data: _____________________</w:t>
      </w:r>
      <w:r w:rsidR="006E0E7B" w:rsidRPr="006E0E7B">
        <w:rPr>
          <w:rFonts w:ascii="Calibri" w:hAnsi="Calibri"/>
          <w:sz w:val="22"/>
          <w:szCs w:val="22"/>
        </w:rPr>
        <w:tab/>
      </w:r>
      <w:r w:rsidR="006E0E7B" w:rsidRPr="006E0E7B">
        <w:rPr>
          <w:rFonts w:ascii="Calibri" w:hAnsi="Calibri"/>
          <w:sz w:val="22"/>
          <w:szCs w:val="22"/>
        </w:rPr>
        <w:tab/>
      </w:r>
      <w:r w:rsidR="006E0E7B" w:rsidRPr="006E0E7B">
        <w:rPr>
          <w:rFonts w:ascii="Calibri" w:hAnsi="Calibri"/>
          <w:sz w:val="22"/>
          <w:szCs w:val="22"/>
        </w:rPr>
        <w:tab/>
      </w:r>
      <w:r w:rsidR="006E0E7B" w:rsidRPr="006E0E7B">
        <w:rPr>
          <w:rFonts w:ascii="Calibri" w:hAnsi="Calibri"/>
          <w:sz w:val="22"/>
          <w:szCs w:val="22"/>
        </w:rPr>
        <w:tab/>
      </w:r>
      <w:r w:rsidR="006E0E7B" w:rsidRPr="006E0E7B">
        <w:rPr>
          <w:rFonts w:ascii="Calibri" w:hAnsi="Calibri"/>
          <w:sz w:val="22"/>
          <w:szCs w:val="22"/>
        </w:rPr>
        <w:tab/>
      </w:r>
      <w:r w:rsidR="006E0E7B" w:rsidRPr="006E0E7B">
        <w:rPr>
          <w:rFonts w:ascii="Calibri" w:hAnsi="Calibri"/>
          <w:sz w:val="22"/>
          <w:szCs w:val="22"/>
        </w:rPr>
        <w:tab/>
        <w:t>I</w:t>
      </w:r>
      <w:r w:rsidRPr="006E0E7B">
        <w:rPr>
          <w:rFonts w:ascii="Calibri" w:hAnsi="Calibri"/>
          <w:sz w:val="22"/>
          <w:szCs w:val="22"/>
        </w:rPr>
        <w:t>l Dirigente Scolastico</w:t>
      </w:r>
    </w:p>
    <w:p w:rsidR="00230B8D" w:rsidRPr="006E0E7B" w:rsidRDefault="00230B8D" w:rsidP="006E0E7B">
      <w:pPr>
        <w:widowControl/>
        <w:overflowPunct/>
        <w:autoSpaceDE/>
        <w:autoSpaceDN/>
        <w:adjustRightInd/>
        <w:ind w:left="4962"/>
        <w:jc w:val="center"/>
        <w:textAlignment w:val="auto"/>
        <w:rPr>
          <w:rFonts w:ascii="Calibri" w:hAnsi="Calibri"/>
          <w:sz w:val="22"/>
          <w:szCs w:val="22"/>
        </w:rPr>
      </w:pPr>
      <w:r w:rsidRPr="006E0E7B">
        <w:rPr>
          <w:rFonts w:ascii="Calibri" w:hAnsi="Calibri"/>
          <w:sz w:val="22"/>
          <w:szCs w:val="22"/>
        </w:rPr>
        <w:t>_______________________________</w:t>
      </w:r>
    </w:p>
    <w:sectPr w:rsidR="00230B8D" w:rsidRPr="006E0E7B" w:rsidSect="00280ABF">
      <w:headerReference w:type="default" r:id="rId9"/>
      <w:footerReference w:type="default" r:id="rId10"/>
      <w:pgSz w:w="11907" w:h="16840"/>
      <w:pgMar w:top="851" w:right="1134" w:bottom="851" w:left="1134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57" w:rsidRDefault="00EE6C57">
      <w:r>
        <w:separator/>
      </w:r>
    </w:p>
  </w:endnote>
  <w:endnote w:type="continuationSeparator" w:id="0">
    <w:p w:rsidR="00EE6C57" w:rsidRDefault="00EE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2F" w:rsidRDefault="00C47D2F" w:rsidP="005C0BD0">
    <w:pPr>
      <w:pStyle w:val="Default"/>
      <w:jc w:val="center"/>
      <w:rPr>
        <w:rFonts w:ascii="Calibri" w:eastAsia="Times New Roman" w:hAnsi="Calibri" w:cs="Calibri"/>
        <w:iCs/>
        <w:color w:val="auto"/>
        <w:sz w:val="18"/>
        <w:szCs w:val="18"/>
      </w:rPr>
    </w:pPr>
    <w:r w:rsidRPr="00C47D2F">
      <w:rPr>
        <w:rFonts w:ascii="Calibri" w:eastAsia="Times New Roman" w:hAnsi="Calibri" w:cs="Calibri"/>
        <w:iCs/>
        <w:color w:val="auto"/>
        <w:sz w:val="18"/>
        <w:szCs w:val="18"/>
      </w:rPr>
      <w:t>201902011210_DM</w:t>
    </w:r>
    <w:r w:rsidR="00FD072A">
      <w:rPr>
        <w:rFonts w:ascii="Calibri" w:eastAsia="Times New Roman" w:hAnsi="Calibri" w:cs="Calibri"/>
        <w:iCs/>
        <w:color w:val="auto"/>
        <w:sz w:val="18"/>
        <w:szCs w:val="18"/>
      </w:rPr>
      <w:t xml:space="preserve"> </w:t>
    </w:r>
    <w:r w:rsidRPr="00C47D2F">
      <w:rPr>
        <w:rFonts w:ascii="Calibri" w:eastAsia="Times New Roman" w:hAnsi="Calibri" w:cs="Calibri"/>
        <w:iCs/>
        <w:color w:val="auto"/>
        <w:sz w:val="18"/>
        <w:szCs w:val="18"/>
      </w:rPr>
      <w:t>721 art.</w:t>
    </w:r>
    <w:r w:rsidR="00FD072A">
      <w:rPr>
        <w:rFonts w:ascii="Calibri" w:eastAsia="Times New Roman" w:hAnsi="Calibri" w:cs="Calibri"/>
        <w:iCs/>
        <w:color w:val="auto"/>
        <w:sz w:val="18"/>
        <w:szCs w:val="18"/>
      </w:rPr>
      <w:t xml:space="preserve"> </w:t>
    </w:r>
    <w:r w:rsidRPr="00C47D2F">
      <w:rPr>
        <w:rFonts w:ascii="Calibri" w:eastAsia="Times New Roman" w:hAnsi="Calibri" w:cs="Calibri"/>
        <w:iCs/>
        <w:color w:val="auto"/>
        <w:sz w:val="18"/>
        <w:szCs w:val="18"/>
      </w:rPr>
      <w:t xml:space="preserve">5_Campionati </w:t>
    </w:r>
    <w:proofErr w:type="spellStart"/>
    <w:r w:rsidRPr="00C47D2F">
      <w:rPr>
        <w:rFonts w:ascii="Calibri" w:eastAsia="Times New Roman" w:hAnsi="Calibri" w:cs="Calibri"/>
        <w:iCs/>
        <w:color w:val="auto"/>
        <w:sz w:val="18"/>
        <w:szCs w:val="18"/>
      </w:rPr>
      <w:t>studenteschi_modulo</w:t>
    </w:r>
    <w:proofErr w:type="spellEnd"/>
    <w:r w:rsidRPr="00C47D2F">
      <w:rPr>
        <w:rFonts w:ascii="Calibri" w:eastAsia="Times New Roman" w:hAnsi="Calibri" w:cs="Calibri"/>
        <w:iCs/>
        <w:color w:val="auto"/>
        <w:sz w:val="18"/>
        <w:szCs w:val="18"/>
      </w:rPr>
      <w:t xml:space="preserve"> candidatura</w:t>
    </w:r>
  </w:p>
  <w:p w:rsidR="006E0E7B" w:rsidRPr="00EA4138" w:rsidRDefault="006E0E7B" w:rsidP="00EA4138">
    <w:pPr>
      <w:pStyle w:val="Default"/>
      <w:rPr>
        <w:rFonts w:ascii="Calibri" w:hAnsi="Calibri" w:cs="Calibri"/>
        <w:color w:val="auto"/>
        <w:sz w:val="18"/>
        <w:szCs w:val="18"/>
      </w:rPr>
    </w:pPr>
    <w:r w:rsidRPr="00EA4138">
      <w:rPr>
        <w:rFonts w:ascii="Calibri" w:hAnsi="Calibri" w:cs="Calibri"/>
        <w:iCs/>
        <w:color w:val="auto"/>
        <w:sz w:val="18"/>
        <w:szCs w:val="18"/>
      </w:rPr>
      <w:t xml:space="preserve">Via XXV Aprile, 19,60125 Ancona - Codice </w:t>
    </w:r>
    <w:proofErr w:type="spellStart"/>
    <w:r w:rsidRPr="00EA4138">
      <w:rPr>
        <w:rFonts w:ascii="Calibri" w:hAnsi="Calibri" w:cs="Calibri"/>
        <w:iCs/>
        <w:color w:val="auto"/>
        <w:sz w:val="18"/>
        <w:szCs w:val="18"/>
      </w:rPr>
      <w:t>iPA</w:t>
    </w:r>
    <w:proofErr w:type="spellEnd"/>
    <w:r w:rsidRPr="00EA4138">
      <w:rPr>
        <w:rFonts w:ascii="Calibri" w:hAnsi="Calibri" w:cs="Calibri"/>
        <w:iCs/>
        <w:color w:val="auto"/>
        <w:sz w:val="18"/>
        <w:szCs w:val="18"/>
      </w:rPr>
      <w:t xml:space="preserve">: </w:t>
    </w:r>
    <w:proofErr w:type="spellStart"/>
    <w:r w:rsidRPr="00EA4138">
      <w:rPr>
        <w:rFonts w:ascii="Calibri" w:hAnsi="Calibri" w:cs="Calibri"/>
        <w:iCs/>
        <w:color w:val="auto"/>
        <w:sz w:val="18"/>
        <w:szCs w:val="18"/>
      </w:rPr>
      <w:t>m_pi</w:t>
    </w:r>
    <w:proofErr w:type="spellEnd"/>
    <w:r w:rsidR="00EA4138" w:rsidRPr="00EA4138">
      <w:rPr>
        <w:rFonts w:ascii="Calibri" w:hAnsi="Calibri" w:cs="Calibri"/>
        <w:iCs/>
        <w:color w:val="auto"/>
        <w:sz w:val="18"/>
        <w:szCs w:val="18"/>
      </w:rPr>
      <w:t xml:space="preserve"> </w:t>
    </w:r>
    <w:proofErr w:type="spellStart"/>
    <w:r w:rsidRPr="00EA4138">
      <w:rPr>
        <w:rFonts w:ascii="Calibri" w:hAnsi="Calibri" w:cs="Calibri"/>
        <w:iCs/>
        <w:color w:val="auto"/>
        <w:sz w:val="18"/>
        <w:szCs w:val="18"/>
      </w:rPr>
      <w:t>Pec</w:t>
    </w:r>
    <w:proofErr w:type="spellEnd"/>
    <w:r w:rsidRPr="00EA4138">
      <w:rPr>
        <w:rFonts w:ascii="Calibri" w:hAnsi="Calibri" w:cs="Calibri"/>
        <w:iCs/>
        <w:color w:val="auto"/>
        <w:sz w:val="18"/>
        <w:szCs w:val="18"/>
      </w:rPr>
      <w:t xml:space="preserve">: </w:t>
    </w:r>
    <w:hyperlink r:id="rId1" w:history="1">
      <w:r w:rsidRPr="00EA4138">
        <w:rPr>
          <w:rStyle w:val="Collegamentoipertestuale"/>
          <w:rFonts w:ascii="Calibri" w:hAnsi="Calibri" w:cs="Calibri"/>
          <w:iCs/>
          <w:sz w:val="18"/>
          <w:szCs w:val="18"/>
        </w:rPr>
        <w:t>drma@postacert.istruzione.it</w:t>
      </w:r>
    </w:hyperlink>
    <w:r w:rsidRPr="00EA4138">
      <w:rPr>
        <w:rFonts w:ascii="Calibri" w:hAnsi="Calibri" w:cs="Calibri"/>
        <w:iCs/>
        <w:color w:val="auto"/>
        <w:sz w:val="18"/>
        <w:szCs w:val="18"/>
      </w:rPr>
      <w:t xml:space="preserve"> – E-mail: </w:t>
    </w:r>
    <w:hyperlink r:id="rId2" w:history="1">
      <w:r w:rsidRPr="00EA4138">
        <w:rPr>
          <w:rStyle w:val="Collegamentoipertestuale"/>
          <w:rFonts w:ascii="Calibri" w:hAnsi="Calibri" w:cs="Calibri"/>
          <w:iCs/>
          <w:sz w:val="18"/>
          <w:szCs w:val="18"/>
        </w:rPr>
        <w:t>direzione-marche@istruzione.it</w:t>
      </w:r>
    </w:hyperlink>
  </w:p>
  <w:p w:rsidR="006E0E7B" w:rsidRPr="00EA4138" w:rsidRDefault="006E0E7B" w:rsidP="00EA4138">
    <w:pPr>
      <w:rPr>
        <w:rFonts w:ascii="Calibri" w:hAnsi="Calibri" w:cs="Calibri"/>
        <w:sz w:val="18"/>
        <w:szCs w:val="18"/>
      </w:rPr>
    </w:pPr>
    <w:r w:rsidRPr="00EA4138">
      <w:rPr>
        <w:rFonts w:ascii="Calibri" w:hAnsi="Calibri" w:cs="Calibri"/>
        <w:iCs/>
        <w:sz w:val="18"/>
        <w:szCs w:val="18"/>
      </w:rPr>
      <w:t>Tel.: 071/22951-2295415 – CF: 80007610423</w:t>
    </w:r>
    <w:r w:rsidR="00EA4138" w:rsidRPr="00EA4138">
      <w:rPr>
        <w:rFonts w:ascii="Calibri" w:hAnsi="Calibri" w:cs="Calibri"/>
        <w:iCs/>
        <w:sz w:val="18"/>
        <w:szCs w:val="18"/>
      </w:rPr>
      <w:t xml:space="preserve"> </w:t>
    </w:r>
    <w:r w:rsidRPr="00EA4138">
      <w:rPr>
        <w:rFonts w:ascii="Calibri" w:hAnsi="Calibri" w:cs="Calibri"/>
        <w:iCs/>
        <w:sz w:val="18"/>
        <w:szCs w:val="18"/>
      </w:rPr>
      <w:t xml:space="preserve">Sito internet: </w:t>
    </w:r>
    <w:hyperlink r:id="rId3" w:history="1">
      <w:r w:rsidRPr="00EA4138">
        <w:rPr>
          <w:rStyle w:val="Collegamentoipertestuale"/>
          <w:rFonts w:ascii="Calibri" w:hAnsi="Calibri" w:cs="Calibri"/>
          <w:iCs/>
          <w:sz w:val="18"/>
          <w:szCs w:val="18"/>
        </w:rPr>
        <w:t>www.marche.istruzione.it</w:t>
      </w:r>
      <w:r w:rsidRPr="00EA4138">
        <w:rPr>
          <w:rStyle w:val="Collegamentoipertestuale"/>
          <w:rFonts w:ascii="Calibri" w:hAnsi="Calibri" w:cs="Calibri"/>
          <w:sz w:val="18"/>
          <w:szCs w:val="18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57" w:rsidRDefault="00EE6C57">
      <w:r>
        <w:separator/>
      </w:r>
    </w:p>
  </w:footnote>
  <w:footnote w:type="continuationSeparator" w:id="0">
    <w:p w:rsidR="00EE6C57" w:rsidRDefault="00EE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0AD" w:rsidRDefault="005C43FC" w:rsidP="009970AD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0AD" w:rsidRPr="00551CAC" w:rsidRDefault="009970AD" w:rsidP="009970AD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9970AD" w:rsidRPr="00551CAC" w:rsidRDefault="009970AD" w:rsidP="009970AD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0C744D" w:rsidRPr="00A66162" w:rsidRDefault="009970AD" w:rsidP="009970AD">
    <w:pPr>
      <w:pStyle w:val="Default"/>
      <w:spacing w:before="80" w:after="120"/>
      <w:jc w:val="center"/>
      <w:rPr>
        <w:rFonts w:ascii="Palace Script MT" w:hAnsi="Palace Script MT"/>
        <w:sz w:val="16"/>
        <w:szCs w:val="16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9175B0D"/>
    <w:multiLevelType w:val="hybridMultilevel"/>
    <w:tmpl w:val="77B6ECF6"/>
    <w:lvl w:ilvl="0" w:tplc="CF8E1B5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681965"/>
    <w:multiLevelType w:val="hybridMultilevel"/>
    <w:tmpl w:val="F21E0F3C"/>
    <w:lvl w:ilvl="0" w:tplc="61B4B980">
      <w:start w:val="1"/>
      <w:numFmt w:val="bullet"/>
      <w:lvlText w:val=""/>
      <w:lvlJc w:val="left"/>
      <w:pPr>
        <w:tabs>
          <w:tab w:val="num" w:pos="2198"/>
        </w:tabs>
        <w:ind w:left="219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152281A"/>
    <w:multiLevelType w:val="hybridMultilevel"/>
    <w:tmpl w:val="C04CA972"/>
    <w:lvl w:ilvl="0" w:tplc="E508E146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739173D"/>
    <w:multiLevelType w:val="hybridMultilevel"/>
    <w:tmpl w:val="A50C55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6400D2"/>
    <w:multiLevelType w:val="hybridMultilevel"/>
    <w:tmpl w:val="6004F978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7A403AD"/>
    <w:multiLevelType w:val="hybridMultilevel"/>
    <w:tmpl w:val="646E36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D0039"/>
    <w:multiLevelType w:val="hybridMultilevel"/>
    <w:tmpl w:val="EA28A3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649B4"/>
    <w:multiLevelType w:val="hybridMultilevel"/>
    <w:tmpl w:val="91ECB20C"/>
    <w:lvl w:ilvl="0" w:tplc="61B4B980">
      <w:start w:val="1"/>
      <w:numFmt w:val="bullet"/>
      <w:lvlText w:val=""/>
      <w:lvlJc w:val="left"/>
      <w:pPr>
        <w:tabs>
          <w:tab w:val="num" w:pos="2198"/>
        </w:tabs>
        <w:ind w:left="219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8ED2079"/>
    <w:multiLevelType w:val="hybridMultilevel"/>
    <w:tmpl w:val="E19CC0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660068"/>
    <w:multiLevelType w:val="hybridMultilevel"/>
    <w:tmpl w:val="81AE58B6"/>
    <w:lvl w:ilvl="0" w:tplc="FDFA2D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62105DDF"/>
    <w:multiLevelType w:val="hybridMultilevel"/>
    <w:tmpl w:val="F45ACA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80A8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F404C"/>
    <w:multiLevelType w:val="hybridMultilevel"/>
    <w:tmpl w:val="1E5C1A54"/>
    <w:lvl w:ilvl="0" w:tplc="CA7C7A70">
      <w:start w:val="1"/>
      <w:numFmt w:val="bullet"/>
      <w:lvlText w:val="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5"/>
  </w:num>
  <w:num w:numId="7">
    <w:abstractNumId w:val="2"/>
  </w:num>
  <w:num w:numId="8">
    <w:abstractNumId w:val="4"/>
  </w:num>
  <w:num w:numId="9">
    <w:abstractNumId w:val="11"/>
  </w:num>
  <w:num w:numId="10">
    <w:abstractNumId w:val="13"/>
  </w:num>
  <w:num w:numId="11">
    <w:abstractNumId w:val="7"/>
  </w:num>
  <w:num w:numId="12">
    <w:abstractNumId w:val="12"/>
  </w:num>
  <w:num w:numId="13">
    <w:abstractNumId w:val="14"/>
  </w:num>
  <w:num w:numId="14">
    <w:abstractNumId w:val="10"/>
  </w:num>
  <w:num w:numId="15">
    <w:abstractNumId w:val="1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27"/>
    <w:rsid w:val="00002232"/>
    <w:rsid w:val="00007299"/>
    <w:rsid w:val="00011A4B"/>
    <w:rsid w:val="00011BB1"/>
    <w:rsid w:val="00013074"/>
    <w:rsid w:val="000205CD"/>
    <w:rsid w:val="00031715"/>
    <w:rsid w:val="00036233"/>
    <w:rsid w:val="00037CB3"/>
    <w:rsid w:val="0004358C"/>
    <w:rsid w:val="000448D0"/>
    <w:rsid w:val="0006253D"/>
    <w:rsid w:val="000647C9"/>
    <w:rsid w:val="000671BD"/>
    <w:rsid w:val="000731D3"/>
    <w:rsid w:val="000851C4"/>
    <w:rsid w:val="000905C1"/>
    <w:rsid w:val="00093AEF"/>
    <w:rsid w:val="00097D33"/>
    <w:rsid w:val="000A0EA6"/>
    <w:rsid w:val="000A4633"/>
    <w:rsid w:val="000B2339"/>
    <w:rsid w:val="000B7645"/>
    <w:rsid w:val="000C308E"/>
    <w:rsid w:val="000C744D"/>
    <w:rsid w:val="000D15D7"/>
    <w:rsid w:val="000D2290"/>
    <w:rsid w:val="000D22F0"/>
    <w:rsid w:val="000D339D"/>
    <w:rsid w:val="000E080B"/>
    <w:rsid w:val="000E7DD3"/>
    <w:rsid w:val="000F6DD5"/>
    <w:rsid w:val="001033F7"/>
    <w:rsid w:val="00107473"/>
    <w:rsid w:val="00111BCA"/>
    <w:rsid w:val="00123872"/>
    <w:rsid w:val="00123BE7"/>
    <w:rsid w:val="0012740B"/>
    <w:rsid w:val="00130D28"/>
    <w:rsid w:val="00133A98"/>
    <w:rsid w:val="00136CCF"/>
    <w:rsid w:val="001379E3"/>
    <w:rsid w:val="00140CF4"/>
    <w:rsid w:val="00141F3B"/>
    <w:rsid w:val="001437E6"/>
    <w:rsid w:val="00150443"/>
    <w:rsid w:val="00151F89"/>
    <w:rsid w:val="001531AB"/>
    <w:rsid w:val="00153430"/>
    <w:rsid w:val="001540AC"/>
    <w:rsid w:val="001634EC"/>
    <w:rsid w:val="001676D0"/>
    <w:rsid w:val="00167BB8"/>
    <w:rsid w:val="00171604"/>
    <w:rsid w:val="00171D7D"/>
    <w:rsid w:val="00171FF7"/>
    <w:rsid w:val="00174594"/>
    <w:rsid w:val="001804D5"/>
    <w:rsid w:val="001811B7"/>
    <w:rsid w:val="00185D5A"/>
    <w:rsid w:val="00186E82"/>
    <w:rsid w:val="00187A9F"/>
    <w:rsid w:val="0019091B"/>
    <w:rsid w:val="00195371"/>
    <w:rsid w:val="001A3864"/>
    <w:rsid w:val="001A7E9B"/>
    <w:rsid w:val="001B29FB"/>
    <w:rsid w:val="001B2FCA"/>
    <w:rsid w:val="001B4C63"/>
    <w:rsid w:val="001C4ADD"/>
    <w:rsid w:val="001D00E1"/>
    <w:rsid w:val="001D402F"/>
    <w:rsid w:val="001E366F"/>
    <w:rsid w:val="001F10D0"/>
    <w:rsid w:val="001F489D"/>
    <w:rsid w:val="00204C46"/>
    <w:rsid w:val="002156D1"/>
    <w:rsid w:val="0022243C"/>
    <w:rsid w:val="002237C9"/>
    <w:rsid w:val="00230B8D"/>
    <w:rsid w:val="002331FE"/>
    <w:rsid w:val="00234287"/>
    <w:rsid w:val="00234986"/>
    <w:rsid w:val="002435EF"/>
    <w:rsid w:val="00252089"/>
    <w:rsid w:val="0026412E"/>
    <w:rsid w:val="00265FF1"/>
    <w:rsid w:val="00271470"/>
    <w:rsid w:val="0027182F"/>
    <w:rsid w:val="002725C6"/>
    <w:rsid w:val="00275792"/>
    <w:rsid w:val="00276CD4"/>
    <w:rsid w:val="00280ABF"/>
    <w:rsid w:val="002872B7"/>
    <w:rsid w:val="002926B2"/>
    <w:rsid w:val="002A3AF4"/>
    <w:rsid w:val="002A3BF9"/>
    <w:rsid w:val="002A61C4"/>
    <w:rsid w:val="002B0628"/>
    <w:rsid w:val="002B2588"/>
    <w:rsid w:val="002B77D2"/>
    <w:rsid w:val="002C1DD4"/>
    <w:rsid w:val="002C6663"/>
    <w:rsid w:val="002D19C6"/>
    <w:rsid w:val="002D1BD1"/>
    <w:rsid w:val="002E0EE7"/>
    <w:rsid w:val="002E1B34"/>
    <w:rsid w:val="002E2E91"/>
    <w:rsid w:val="002F159F"/>
    <w:rsid w:val="002F2394"/>
    <w:rsid w:val="002F2FF0"/>
    <w:rsid w:val="002F5BE2"/>
    <w:rsid w:val="00302B51"/>
    <w:rsid w:val="00303D82"/>
    <w:rsid w:val="00315A13"/>
    <w:rsid w:val="00315E73"/>
    <w:rsid w:val="003175E8"/>
    <w:rsid w:val="00317C27"/>
    <w:rsid w:val="00320160"/>
    <w:rsid w:val="00322817"/>
    <w:rsid w:val="003261A0"/>
    <w:rsid w:val="0032696A"/>
    <w:rsid w:val="00327138"/>
    <w:rsid w:val="00327BBC"/>
    <w:rsid w:val="00330B61"/>
    <w:rsid w:val="00335B8D"/>
    <w:rsid w:val="00336C55"/>
    <w:rsid w:val="00344114"/>
    <w:rsid w:val="003476C4"/>
    <w:rsid w:val="00352FA1"/>
    <w:rsid w:val="003537F9"/>
    <w:rsid w:val="00361267"/>
    <w:rsid w:val="00362F26"/>
    <w:rsid w:val="00366B2F"/>
    <w:rsid w:val="0036778A"/>
    <w:rsid w:val="00372F2E"/>
    <w:rsid w:val="0037379C"/>
    <w:rsid w:val="00375546"/>
    <w:rsid w:val="00377C10"/>
    <w:rsid w:val="00391C5F"/>
    <w:rsid w:val="00394341"/>
    <w:rsid w:val="00396557"/>
    <w:rsid w:val="00397163"/>
    <w:rsid w:val="00397FD0"/>
    <w:rsid w:val="003A5CCB"/>
    <w:rsid w:val="003A64CE"/>
    <w:rsid w:val="003A64EC"/>
    <w:rsid w:val="003B1F59"/>
    <w:rsid w:val="003B3EE2"/>
    <w:rsid w:val="003B441B"/>
    <w:rsid w:val="003B63CC"/>
    <w:rsid w:val="003B7BB9"/>
    <w:rsid w:val="003C6A35"/>
    <w:rsid w:val="003D174D"/>
    <w:rsid w:val="003D49A2"/>
    <w:rsid w:val="003D5BBE"/>
    <w:rsid w:val="003D6B4B"/>
    <w:rsid w:val="003E7840"/>
    <w:rsid w:val="003E7CEF"/>
    <w:rsid w:val="003F4688"/>
    <w:rsid w:val="003F6927"/>
    <w:rsid w:val="00400AC3"/>
    <w:rsid w:val="00406EB2"/>
    <w:rsid w:val="004102FF"/>
    <w:rsid w:val="00412942"/>
    <w:rsid w:val="004163D7"/>
    <w:rsid w:val="00420B4E"/>
    <w:rsid w:val="00422FA3"/>
    <w:rsid w:val="004267C7"/>
    <w:rsid w:val="00430193"/>
    <w:rsid w:val="00432231"/>
    <w:rsid w:val="00437A77"/>
    <w:rsid w:val="00446EB6"/>
    <w:rsid w:val="0045244B"/>
    <w:rsid w:val="004534BF"/>
    <w:rsid w:val="00457EFB"/>
    <w:rsid w:val="004638F3"/>
    <w:rsid w:val="0046489A"/>
    <w:rsid w:val="004726B9"/>
    <w:rsid w:val="00473C3C"/>
    <w:rsid w:val="00492E06"/>
    <w:rsid w:val="00493976"/>
    <w:rsid w:val="00495B25"/>
    <w:rsid w:val="00496D0D"/>
    <w:rsid w:val="004A0753"/>
    <w:rsid w:val="004B66D6"/>
    <w:rsid w:val="004C557B"/>
    <w:rsid w:val="004C5A10"/>
    <w:rsid w:val="004C5C84"/>
    <w:rsid w:val="004C5E02"/>
    <w:rsid w:val="004C5FF0"/>
    <w:rsid w:val="004C6986"/>
    <w:rsid w:val="004D0462"/>
    <w:rsid w:val="004D0B51"/>
    <w:rsid w:val="004D3F27"/>
    <w:rsid w:val="004E303A"/>
    <w:rsid w:val="004E5FF4"/>
    <w:rsid w:val="004F0AFC"/>
    <w:rsid w:val="0050018C"/>
    <w:rsid w:val="0050226F"/>
    <w:rsid w:val="0050360B"/>
    <w:rsid w:val="005122EE"/>
    <w:rsid w:val="00534708"/>
    <w:rsid w:val="005417E7"/>
    <w:rsid w:val="005426F0"/>
    <w:rsid w:val="00546B89"/>
    <w:rsid w:val="005523C1"/>
    <w:rsid w:val="0055348C"/>
    <w:rsid w:val="00557E8A"/>
    <w:rsid w:val="005634B1"/>
    <w:rsid w:val="00563898"/>
    <w:rsid w:val="00563D74"/>
    <w:rsid w:val="00573E69"/>
    <w:rsid w:val="00582A2A"/>
    <w:rsid w:val="0058782B"/>
    <w:rsid w:val="005912F4"/>
    <w:rsid w:val="00591A79"/>
    <w:rsid w:val="00595909"/>
    <w:rsid w:val="005A00A3"/>
    <w:rsid w:val="005A1CE4"/>
    <w:rsid w:val="005B2503"/>
    <w:rsid w:val="005B3FF9"/>
    <w:rsid w:val="005C0BD0"/>
    <w:rsid w:val="005C43FC"/>
    <w:rsid w:val="005C604D"/>
    <w:rsid w:val="005D5490"/>
    <w:rsid w:val="005E0CB9"/>
    <w:rsid w:val="005E1E4E"/>
    <w:rsid w:val="005E7129"/>
    <w:rsid w:val="005E7AD0"/>
    <w:rsid w:val="00603477"/>
    <w:rsid w:val="006043DA"/>
    <w:rsid w:val="00605657"/>
    <w:rsid w:val="0062242E"/>
    <w:rsid w:val="006308BC"/>
    <w:rsid w:val="006329B0"/>
    <w:rsid w:val="00634313"/>
    <w:rsid w:val="00635A4C"/>
    <w:rsid w:val="0064230C"/>
    <w:rsid w:val="0064537B"/>
    <w:rsid w:val="00656649"/>
    <w:rsid w:val="0066736E"/>
    <w:rsid w:val="006706B1"/>
    <w:rsid w:val="006706CC"/>
    <w:rsid w:val="00677226"/>
    <w:rsid w:val="00677A54"/>
    <w:rsid w:val="0068060D"/>
    <w:rsid w:val="00681C0A"/>
    <w:rsid w:val="00683817"/>
    <w:rsid w:val="00683BF3"/>
    <w:rsid w:val="0069031D"/>
    <w:rsid w:val="0069192F"/>
    <w:rsid w:val="006919AC"/>
    <w:rsid w:val="006932A9"/>
    <w:rsid w:val="00695DC3"/>
    <w:rsid w:val="00696970"/>
    <w:rsid w:val="006A62F4"/>
    <w:rsid w:val="006B791B"/>
    <w:rsid w:val="006B79BF"/>
    <w:rsid w:val="006C4561"/>
    <w:rsid w:val="006D4A07"/>
    <w:rsid w:val="006E0E44"/>
    <w:rsid w:val="006E0E7B"/>
    <w:rsid w:val="006E280E"/>
    <w:rsid w:val="00713723"/>
    <w:rsid w:val="00715B6C"/>
    <w:rsid w:val="00717209"/>
    <w:rsid w:val="00717A35"/>
    <w:rsid w:val="007236F0"/>
    <w:rsid w:val="00734ACA"/>
    <w:rsid w:val="00743772"/>
    <w:rsid w:val="00752FFC"/>
    <w:rsid w:val="0075755D"/>
    <w:rsid w:val="00757C40"/>
    <w:rsid w:val="00761140"/>
    <w:rsid w:val="00761DAA"/>
    <w:rsid w:val="00765D73"/>
    <w:rsid w:val="00770821"/>
    <w:rsid w:val="00770959"/>
    <w:rsid w:val="00771698"/>
    <w:rsid w:val="00786A61"/>
    <w:rsid w:val="00787FCF"/>
    <w:rsid w:val="007A22A8"/>
    <w:rsid w:val="007A39E4"/>
    <w:rsid w:val="007A3B2A"/>
    <w:rsid w:val="007A47AB"/>
    <w:rsid w:val="007A60E8"/>
    <w:rsid w:val="007B142F"/>
    <w:rsid w:val="007B27A6"/>
    <w:rsid w:val="007B3ECE"/>
    <w:rsid w:val="007B429A"/>
    <w:rsid w:val="007B48BD"/>
    <w:rsid w:val="007B74DE"/>
    <w:rsid w:val="007C1475"/>
    <w:rsid w:val="007C2318"/>
    <w:rsid w:val="007C2404"/>
    <w:rsid w:val="007D1911"/>
    <w:rsid w:val="007D6808"/>
    <w:rsid w:val="007D6AAB"/>
    <w:rsid w:val="007E0CC9"/>
    <w:rsid w:val="007E275E"/>
    <w:rsid w:val="007E3D24"/>
    <w:rsid w:val="007E4A16"/>
    <w:rsid w:val="007F100C"/>
    <w:rsid w:val="007F4E3E"/>
    <w:rsid w:val="007F5C5C"/>
    <w:rsid w:val="007F6A1F"/>
    <w:rsid w:val="008062E8"/>
    <w:rsid w:val="00813952"/>
    <w:rsid w:val="00814EC6"/>
    <w:rsid w:val="00821C65"/>
    <w:rsid w:val="008310FE"/>
    <w:rsid w:val="00844C4E"/>
    <w:rsid w:val="00844FD9"/>
    <w:rsid w:val="008468F5"/>
    <w:rsid w:val="00863C4F"/>
    <w:rsid w:val="008645C7"/>
    <w:rsid w:val="00877DEE"/>
    <w:rsid w:val="00883CA8"/>
    <w:rsid w:val="00884AD8"/>
    <w:rsid w:val="008854B1"/>
    <w:rsid w:val="00885BD6"/>
    <w:rsid w:val="00895389"/>
    <w:rsid w:val="008A6D04"/>
    <w:rsid w:val="008C318C"/>
    <w:rsid w:val="008C72B3"/>
    <w:rsid w:val="008C77D9"/>
    <w:rsid w:val="008D1228"/>
    <w:rsid w:val="008D26C5"/>
    <w:rsid w:val="008D48D2"/>
    <w:rsid w:val="008E1AFE"/>
    <w:rsid w:val="008E4D09"/>
    <w:rsid w:val="008E547F"/>
    <w:rsid w:val="008E6511"/>
    <w:rsid w:val="008F0249"/>
    <w:rsid w:val="008F1666"/>
    <w:rsid w:val="008F2D97"/>
    <w:rsid w:val="00900710"/>
    <w:rsid w:val="0090378D"/>
    <w:rsid w:val="0090790D"/>
    <w:rsid w:val="00914F78"/>
    <w:rsid w:val="009254C3"/>
    <w:rsid w:val="009270BC"/>
    <w:rsid w:val="00943418"/>
    <w:rsid w:val="0095282A"/>
    <w:rsid w:val="009578DF"/>
    <w:rsid w:val="009616E5"/>
    <w:rsid w:val="00971EF2"/>
    <w:rsid w:val="009801EA"/>
    <w:rsid w:val="00980424"/>
    <w:rsid w:val="00981C35"/>
    <w:rsid w:val="009970AD"/>
    <w:rsid w:val="00997A76"/>
    <w:rsid w:val="009A1716"/>
    <w:rsid w:val="009B0B35"/>
    <w:rsid w:val="009B0F89"/>
    <w:rsid w:val="009B18AE"/>
    <w:rsid w:val="009C12D7"/>
    <w:rsid w:val="009C2E47"/>
    <w:rsid w:val="009C561E"/>
    <w:rsid w:val="009C5A06"/>
    <w:rsid w:val="009D05E9"/>
    <w:rsid w:val="009D079D"/>
    <w:rsid w:val="009D6736"/>
    <w:rsid w:val="009D6D4D"/>
    <w:rsid w:val="009E1797"/>
    <w:rsid w:val="009E61FC"/>
    <w:rsid w:val="009F131C"/>
    <w:rsid w:val="009F69D8"/>
    <w:rsid w:val="009F7647"/>
    <w:rsid w:val="00A0647C"/>
    <w:rsid w:val="00A13B93"/>
    <w:rsid w:val="00A13E73"/>
    <w:rsid w:val="00A14958"/>
    <w:rsid w:val="00A2022A"/>
    <w:rsid w:val="00A30724"/>
    <w:rsid w:val="00A3532D"/>
    <w:rsid w:val="00A41065"/>
    <w:rsid w:val="00A430E0"/>
    <w:rsid w:val="00A465A7"/>
    <w:rsid w:val="00A51500"/>
    <w:rsid w:val="00A601FE"/>
    <w:rsid w:val="00A60F5A"/>
    <w:rsid w:val="00A628B1"/>
    <w:rsid w:val="00A66162"/>
    <w:rsid w:val="00A73C89"/>
    <w:rsid w:val="00A768EF"/>
    <w:rsid w:val="00A81F1C"/>
    <w:rsid w:val="00A82530"/>
    <w:rsid w:val="00A82BCC"/>
    <w:rsid w:val="00A82F7A"/>
    <w:rsid w:val="00A90D1B"/>
    <w:rsid w:val="00A92148"/>
    <w:rsid w:val="00AB7878"/>
    <w:rsid w:val="00AC0AE8"/>
    <w:rsid w:val="00AD1509"/>
    <w:rsid w:val="00AD616E"/>
    <w:rsid w:val="00AE320F"/>
    <w:rsid w:val="00AE4469"/>
    <w:rsid w:val="00AF193A"/>
    <w:rsid w:val="00AF5F57"/>
    <w:rsid w:val="00B07158"/>
    <w:rsid w:val="00B10CE1"/>
    <w:rsid w:val="00B1187F"/>
    <w:rsid w:val="00B14B97"/>
    <w:rsid w:val="00B16254"/>
    <w:rsid w:val="00B21736"/>
    <w:rsid w:val="00B2352E"/>
    <w:rsid w:val="00B550B6"/>
    <w:rsid w:val="00B56EF2"/>
    <w:rsid w:val="00B6211B"/>
    <w:rsid w:val="00B66438"/>
    <w:rsid w:val="00B749CE"/>
    <w:rsid w:val="00B75070"/>
    <w:rsid w:val="00B775DB"/>
    <w:rsid w:val="00B84532"/>
    <w:rsid w:val="00B84B51"/>
    <w:rsid w:val="00B917F9"/>
    <w:rsid w:val="00B973E5"/>
    <w:rsid w:val="00BA0E84"/>
    <w:rsid w:val="00BA729B"/>
    <w:rsid w:val="00BB142D"/>
    <w:rsid w:val="00BB4AA0"/>
    <w:rsid w:val="00BB67E2"/>
    <w:rsid w:val="00BC79C2"/>
    <w:rsid w:val="00BD6F53"/>
    <w:rsid w:val="00BE3D74"/>
    <w:rsid w:val="00BE5D1E"/>
    <w:rsid w:val="00BF277D"/>
    <w:rsid w:val="00BF4CD2"/>
    <w:rsid w:val="00BF7AA0"/>
    <w:rsid w:val="00C14207"/>
    <w:rsid w:val="00C220C7"/>
    <w:rsid w:val="00C2355C"/>
    <w:rsid w:val="00C2474F"/>
    <w:rsid w:val="00C27123"/>
    <w:rsid w:val="00C31217"/>
    <w:rsid w:val="00C333D9"/>
    <w:rsid w:val="00C33FF8"/>
    <w:rsid w:val="00C34633"/>
    <w:rsid w:val="00C34807"/>
    <w:rsid w:val="00C40ABB"/>
    <w:rsid w:val="00C42BAF"/>
    <w:rsid w:val="00C47D2F"/>
    <w:rsid w:val="00C53C33"/>
    <w:rsid w:val="00C71D88"/>
    <w:rsid w:val="00C71F53"/>
    <w:rsid w:val="00C72A1F"/>
    <w:rsid w:val="00C730FD"/>
    <w:rsid w:val="00C815E2"/>
    <w:rsid w:val="00C82CE3"/>
    <w:rsid w:val="00C83BDB"/>
    <w:rsid w:val="00C85814"/>
    <w:rsid w:val="00C86500"/>
    <w:rsid w:val="00C8683E"/>
    <w:rsid w:val="00C90DC0"/>
    <w:rsid w:val="00CA1E68"/>
    <w:rsid w:val="00CA379E"/>
    <w:rsid w:val="00CA4AC1"/>
    <w:rsid w:val="00CA6431"/>
    <w:rsid w:val="00CB1B7F"/>
    <w:rsid w:val="00CC2183"/>
    <w:rsid w:val="00CC328F"/>
    <w:rsid w:val="00CC4742"/>
    <w:rsid w:val="00CC76B9"/>
    <w:rsid w:val="00CF0AB1"/>
    <w:rsid w:val="00D02D09"/>
    <w:rsid w:val="00D062EA"/>
    <w:rsid w:val="00D1642C"/>
    <w:rsid w:val="00D24C3F"/>
    <w:rsid w:val="00D24C83"/>
    <w:rsid w:val="00D33ADB"/>
    <w:rsid w:val="00D36DE3"/>
    <w:rsid w:val="00D41FA3"/>
    <w:rsid w:val="00D439C2"/>
    <w:rsid w:val="00D6084E"/>
    <w:rsid w:val="00D70DD0"/>
    <w:rsid w:val="00D7343C"/>
    <w:rsid w:val="00D7630A"/>
    <w:rsid w:val="00D77AB8"/>
    <w:rsid w:val="00D83736"/>
    <w:rsid w:val="00D9246D"/>
    <w:rsid w:val="00D93512"/>
    <w:rsid w:val="00D95D7A"/>
    <w:rsid w:val="00D96960"/>
    <w:rsid w:val="00DA55CE"/>
    <w:rsid w:val="00DB0AB6"/>
    <w:rsid w:val="00DB6DF7"/>
    <w:rsid w:val="00DD11B8"/>
    <w:rsid w:val="00DE0A13"/>
    <w:rsid w:val="00DE1AEE"/>
    <w:rsid w:val="00DE23DC"/>
    <w:rsid w:val="00DE5DA0"/>
    <w:rsid w:val="00DE750B"/>
    <w:rsid w:val="00DE7A1A"/>
    <w:rsid w:val="00DF08F5"/>
    <w:rsid w:val="00DF470D"/>
    <w:rsid w:val="00DF4A81"/>
    <w:rsid w:val="00DF7572"/>
    <w:rsid w:val="00E03045"/>
    <w:rsid w:val="00E0369A"/>
    <w:rsid w:val="00E046AE"/>
    <w:rsid w:val="00E1250D"/>
    <w:rsid w:val="00E21CD9"/>
    <w:rsid w:val="00E23F3C"/>
    <w:rsid w:val="00E2700F"/>
    <w:rsid w:val="00E31630"/>
    <w:rsid w:val="00E364CE"/>
    <w:rsid w:val="00E45628"/>
    <w:rsid w:val="00E52905"/>
    <w:rsid w:val="00E561EA"/>
    <w:rsid w:val="00E60E41"/>
    <w:rsid w:val="00E6176C"/>
    <w:rsid w:val="00E8452C"/>
    <w:rsid w:val="00E9505A"/>
    <w:rsid w:val="00E95BC9"/>
    <w:rsid w:val="00EA17D1"/>
    <w:rsid w:val="00EA20CB"/>
    <w:rsid w:val="00EA4138"/>
    <w:rsid w:val="00EA5473"/>
    <w:rsid w:val="00EB070F"/>
    <w:rsid w:val="00EB1112"/>
    <w:rsid w:val="00EC31AA"/>
    <w:rsid w:val="00ED51C8"/>
    <w:rsid w:val="00ED5706"/>
    <w:rsid w:val="00EE3995"/>
    <w:rsid w:val="00EE6C57"/>
    <w:rsid w:val="00EF3474"/>
    <w:rsid w:val="00EF6E91"/>
    <w:rsid w:val="00F03865"/>
    <w:rsid w:val="00F0768D"/>
    <w:rsid w:val="00F20E1E"/>
    <w:rsid w:val="00F22CE7"/>
    <w:rsid w:val="00F24761"/>
    <w:rsid w:val="00F26522"/>
    <w:rsid w:val="00F30812"/>
    <w:rsid w:val="00F35D19"/>
    <w:rsid w:val="00F55292"/>
    <w:rsid w:val="00F67C56"/>
    <w:rsid w:val="00F749C6"/>
    <w:rsid w:val="00F8365B"/>
    <w:rsid w:val="00F84050"/>
    <w:rsid w:val="00F85FA4"/>
    <w:rsid w:val="00F96050"/>
    <w:rsid w:val="00FA0F21"/>
    <w:rsid w:val="00FA5572"/>
    <w:rsid w:val="00FB2944"/>
    <w:rsid w:val="00FC31B6"/>
    <w:rsid w:val="00FC4B96"/>
    <w:rsid w:val="00FD072A"/>
    <w:rsid w:val="00FD0D94"/>
    <w:rsid w:val="00FD4728"/>
    <w:rsid w:val="00FD5F2C"/>
    <w:rsid w:val="00FE4ED6"/>
    <w:rsid w:val="00FF0BDE"/>
    <w:rsid w:val="00FF0E48"/>
    <w:rsid w:val="00FF2F97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A62F4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widowControl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widowControl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widowControl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rsid w:val="00EA20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widowControl/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sid w:val="0006253D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A20CB"/>
    <w:pPr>
      <w:spacing w:after="120"/>
    </w:pPr>
  </w:style>
  <w:style w:type="paragraph" w:customStyle="1" w:styleId="Corpodeltesto21">
    <w:name w:val="Corpo del testo 21"/>
    <w:basedOn w:val="Normale"/>
    <w:rsid w:val="00EA20CB"/>
    <w:pPr>
      <w:widowControl/>
      <w:jc w:val="both"/>
    </w:pPr>
  </w:style>
  <w:style w:type="character" w:customStyle="1" w:styleId="Collegamentoipertestuale1">
    <w:name w:val="Collegamento ipertestuale1"/>
    <w:rsid w:val="00EA20CB"/>
    <w:rPr>
      <w:color w:val="0000FF"/>
      <w:u w:val="single"/>
    </w:rPr>
  </w:style>
  <w:style w:type="table" w:styleId="Grigliatabella">
    <w:name w:val="Table Grid"/>
    <w:basedOn w:val="Tabellanormale"/>
    <w:rsid w:val="00F55292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A14958"/>
    <w:pPr>
      <w:shd w:val="clear" w:color="auto" w:fill="000080"/>
    </w:pPr>
    <w:rPr>
      <w:rFonts w:ascii="Tahoma" w:hAnsi="Tahoma" w:cs="Tahoma"/>
      <w:sz w:val="20"/>
    </w:rPr>
  </w:style>
  <w:style w:type="character" w:customStyle="1" w:styleId="IntestazioneCarattere">
    <w:name w:val="Intestazione Carattere"/>
    <w:link w:val="Intestazione"/>
    <w:rsid w:val="00582A2A"/>
    <w:rPr>
      <w:sz w:val="24"/>
    </w:rPr>
  </w:style>
  <w:style w:type="paragraph" w:styleId="Titolo">
    <w:name w:val="Title"/>
    <w:basedOn w:val="Normale"/>
    <w:link w:val="TitoloCarattere"/>
    <w:qFormat/>
    <w:rsid w:val="00582A2A"/>
    <w:pPr>
      <w:widowControl/>
      <w:overflowPunct/>
      <w:autoSpaceDE/>
      <w:autoSpaceDN/>
      <w:adjustRightInd/>
      <w:jc w:val="center"/>
      <w:textAlignment w:val="auto"/>
    </w:pPr>
    <w:rPr>
      <w:rFonts w:ascii="Arial" w:hAnsi="Arial"/>
      <w:b/>
      <w:smallCaps/>
      <w:sz w:val="18"/>
      <w:lang w:val="x-none" w:eastAsia="x-none"/>
    </w:rPr>
  </w:style>
  <w:style w:type="character" w:customStyle="1" w:styleId="TitoloCarattere">
    <w:name w:val="Titolo Carattere"/>
    <w:link w:val="Titolo"/>
    <w:rsid w:val="00582A2A"/>
    <w:rPr>
      <w:rFonts w:ascii="Arial" w:hAnsi="Arial"/>
      <w:b/>
      <w:smallCaps/>
      <w:sz w:val="18"/>
    </w:rPr>
  </w:style>
  <w:style w:type="paragraph" w:customStyle="1" w:styleId="Default">
    <w:name w:val="Default"/>
    <w:basedOn w:val="Normale"/>
    <w:rsid w:val="009970AD"/>
    <w:pPr>
      <w:widowControl/>
      <w:overflowPunct/>
      <w:adjustRightInd/>
      <w:textAlignment w:val="auto"/>
    </w:pPr>
    <w:rPr>
      <w:rFonts w:eastAsia="Calibri"/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B84B51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6E0E7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A62F4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widowControl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widowControl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widowControl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rsid w:val="00EA20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widowControl/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sid w:val="0006253D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A20CB"/>
    <w:pPr>
      <w:spacing w:after="120"/>
    </w:pPr>
  </w:style>
  <w:style w:type="paragraph" w:customStyle="1" w:styleId="Corpodeltesto21">
    <w:name w:val="Corpo del testo 21"/>
    <w:basedOn w:val="Normale"/>
    <w:rsid w:val="00EA20CB"/>
    <w:pPr>
      <w:widowControl/>
      <w:jc w:val="both"/>
    </w:pPr>
  </w:style>
  <w:style w:type="character" w:customStyle="1" w:styleId="Collegamentoipertestuale1">
    <w:name w:val="Collegamento ipertestuale1"/>
    <w:rsid w:val="00EA20CB"/>
    <w:rPr>
      <w:color w:val="0000FF"/>
      <w:u w:val="single"/>
    </w:rPr>
  </w:style>
  <w:style w:type="table" w:styleId="Grigliatabella">
    <w:name w:val="Table Grid"/>
    <w:basedOn w:val="Tabellanormale"/>
    <w:rsid w:val="00F55292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A14958"/>
    <w:pPr>
      <w:shd w:val="clear" w:color="auto" w:fill="000080"/>
    </w:pPr>
    <w:rPr>
      <w:rFonts w:ascii="Tahoma" w:hAnsi="Tahoma" w:cs="Tahoma"/>
      <w:sz w:val="20"/>
    </w:rPr>
  </w:style>
  <w:style w:type="character" w:customStyle="1" w:styleId="IntestazioneCarattere">
    <w:name w:val="Intestazione Carattere"/>
    <w:link w:val="Intestazione"/>
    <w:rsid w:val="00582A2A"/>
    <w:rPr>
      <w:sz w:val="24"/>
    </w:rPr>
  </w:style>
  <w:style w:type="paragraph" w:styleId="Titolo">
    <w:name w:val="Title"/>
    <w:basedOn w:val="Normale"/>
    <w:link w:val="TitoloCarattere"/>
    <w:qFormat/>
    <w:rsid w:val="00582A2A"/>
    <w:pPr>
      <w:widowControl/>
      <w:overflowPunct/>
      <w:autoSpaceDE/>
      <w:autoSpaceDN/>
      <w:adjustRightInd/>
      <w:jc w:val="center"/>
      <w:textAlignment w:val="auto"/>
    </w:pPr>
    <w:rPr>
      <w:rFonts w:ascii="Arial" w:hAnsi="Arial"/>
      <w:b/>
      <w:smallCaps/>
      <w:sz w:val="18"/>
      <w:lang w:val="x-none" w:eastAsia="x-none"/>
    </w:rPr>
  </w:style>
  <w:style w:type="character" w:customStyle="1" w:styleId="TitoloCarattere">
    <w:name w:val="Titolo Carattere"/>
    <w:link w:val="Titolo"/>
    <w:rsid w:val="00582A2A"/>
    <w:rPr>
      <w:rFonts w:ascii="Arial" w:hAnsi="Arial"/>
      <w:b/>
      <w:smallCaps/>
      <w:sz w:val="18"/>
    </w:rPr>
  </w:style>
  <w:style w:type="paragraph" w:customStyle="1" w:styleId="Default">
    <w:name w:val="Default"/>
    <w:basedOn w:val="Normale"/>
    <w:rsid w:val="009970AD"/>
    <w:pPr>
      <w:widowControl/>
      <w:overflowPunct/>
      <w:adjustRightInd/>
      <w:textAlignment w:val="auto"/>
    </w:pPr>
    <w:rPr>
      <w:rFonts w:eastAsia="Calibri"/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B84B51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6E0E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AppData\Local\Microsoft\Windows\mi00229\Documents\www.marche.istruzione.it&#160;" TargetMode="External"/><Relationship Id="rId2" Type="http://schemas.openxmlformats.org/officeDocument/2006/relationships/hyperlink" Target="file:///D:\Users\AppData\Local\Microsoft\Windows\mi00229\Documents\direzione-marche@istruzione.it" TargetMode="External"/><Relationship Id="rId1" Type="http://schemas.openxmlformats.org/officeDocument/2006/relationships/hyperlink" Target="file:///D:\Users\AppData\Local\Microsoft\Windows\mi00229\Documents\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0224\Dati%20applicazioni\Microsoft\Modelli\carta%20nuova%20ultim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nuova ultima.dot</Template>
  <TotalTime>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803</CharactersWithSpaces>
  <SharedDoc>false</SharedDoc>
  <HLinks>
    <vt:vector size="24" baseType="variant"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13369439</vt:i4>
      </vt:variant>
      <vt:variant>
        <vt:i4>6</vt:i4>
      </vt:variant>
      <vt:variant>
        <vt:i4>0</vt:i4>
      </vt:variant>
      <vt:variant>
        <vt:i4>5</vt:i4>
      </vt:variant>
      <vt:variant>
        <vt:lpwstr>../../../AppData/Local/Microsoft/Windows/mi00229/Documents/www.marche.istruzione.it </vt:lpwstr>
      </vt:variant>
      <vt:variant>
        <vt:lpwstr/>
      </vt:variant>
      <vt:variant>
        <vt:i4>6553684</vt:i4>
      </vt:variant>
      <vt:variant>
        <vt:i4>3</vt:i4>
      </vt:variant>
      <vt:variant>
        <vt:i4>0</vt:i4>
      </vt:variant>
      <vt:variant>
        <vt:i4>5</vt:i4>
      </vt:variant>
      <vt:variant>
        <vt:lpwstr>../../../AppData/Local/Microsoft/Windows/mi00229/Documents/direzione-marche@istruzione.it</vt:lpwstr>
      </vt:variant>
      <vt:variant>
        <vt:lpwstr/>
      </vt:variant>
      <vt:variant>
        <vt:i4>5767285</vt:i4>
      </vt:variant>
      <vt:variant>
        <vt:i4>0</vt:i4>
      </vt:variant>
      <vt:variant>
        <vt:i4>0</vt:i4>
      </vt:variant>
      <vt:variant>
        <vt:i4>5</vt:i4>
      </vt:variant>
      <vt:variant>
        <vt:lpwstr>../../../AppData/Local/Microsoft/Windows/mi00229/Documents/drma@postacert.istruzione.it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5</cp:revision>
  <cp:lastPrinted>2015-09-24T10:19:00Z</cp:lastPrinted>
  <dcterms:created xsi:type="dcterms:W3CDTF">2019-02-05T10:34:00Z</dcterms:created>
  <dcterms:modified xsi:type="dcterms:W3CDTF">2019-02-25T11:12:00Z</dcterms:modified>
</cp:coreProperties>
</file>